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5" w:type="dxa"/>
        <w:tblInd w:w="-106" w:type="dxa"/>
        <w:tblLook w:val="00A0"/>
      </w:tblPr>
      <w:tblGrid>
        <w:gridCol w:w="236"/>
        <w:gridCol w:w="644"/>
        <w:gridCol w:w="4678"/>
        <w:gridCol w:w="2551"/>
        <w:gridCol w:w="1559"/>
        <w:gridCol w:w="661"/>
        <w:gridCol w:w="236"/>
      </w:tblGrid>
      <w:tr w:rsidR="00B20089" w:rsidRPr="00953F96" w:rsidTr="004313B3">
        <w:trPr>
          <w:trHeight w:val="708"/>
        </w:trPr>
        <w:tc>
          <w:tcPr>
            <w:tcW w:w="1056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089" w:rsidRPr="005D6066" w:rsidRDefault="00B20089" w:rsidP="005D60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5D60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</w:t>
            </w:r>
          </w:p>
          <w:p w:rsidR="00B20089" w:rsidRDefault="00B20089" w:rsidP="005D60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5D60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комплектованию детей МБДОУ Тат Ходяшевский  детский сад "Экият" </w:t>
            </w:r>
          </w:p>
          <w:p w:rsidR="00B20089" w:rsidRDefault="00B20089" w:rsidP="005D60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на 2018 уч.год</w:t>
            </w:r>
            <w:r w:rsidRPr="005D60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20089" w:rsidRDefault="00B20089" w:rsidP="005D60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0089" w:rsidRPr="005D6066" w:rsidRDefault="00B20089" w:rsidP="005D60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0089" w:rsidRPr="00953F96" w:rsidTr="004313B3">
        <w:trPr>
          <w:trHeight w:val="315"/>
        </w:trPr>
        <w:tc>
          <w:tcPr>
            <w:tcW w:w="1056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0089" w:rsidRPr="00953F96" w:rsidTr="004313B3">
        <w:trPr>
          <w:trHeight w:val="282"/>
        </w:trPr>
        <w:tc>
          <w:tcPr>
            <w:tcW w:w="1056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0089" w:rsidRPr="00953F96" w:rsidTr="004313B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0089" w:rsidRPr="00953F96" w:rsidTr="004313B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D6066">
              <w:rPr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3C3C3C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D6066">
              <w:rPr>
                <w:color w:val="000000"/>
                <w:sz w:val="24"/>
                <w:szCs w:val="24"/>
                <w:lang w:eastAsia="ru-RU"/>
              </w:rPr>
              <w:t>Фамилия и имя ребенка</w:t>
            </w:r>
          </w:p>
        </w:tc>
        <w:tc>
          <w:tcPr>
            <w:tcW w:w="2551" w:type="dxa"/>
            <w:tcBorders>
              <w:top w:val="single" w:sz="4" w:space="0" w:color="3C3C3C"/>
              <w:left w:val="nil"/>
              <w:bottom w:val="single" w:sz="4" w:space="0" w:color="3C3C3C"/>
              <w:right w:val="single" w:sz="4" w:space="0" w:color="auto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возрастная категория</w:t>
            </w:r>
          </w:p>
        </w:tc>
        <w:tc>
          <w:tcPr>
            <w:tcW w:w="1559" w:type="dxa"/>
            <w:tcBorders>
              <w:top w:val="single" w:sz="4" w:space="0" w:color="3C3C3C"/>
              <w:left w:val="single" w:sz="4" w:space="0" w:color="auto"/>
              <w:bottom w:val="single" w:sz="4" w:space="0" w:color="3C3C3C"/>
              <w:right w:val="single" w:sz="4" w:space="0" w:color="3C3C3C"/>
            </w:tcBorders>
            <w:vAlign w:val="bottom"/>
          </w:tcPr>
          <w:p w:rsidR="00B20089" w:rsidRPr="005D6066" w:rsidRDefault="00B20089" w:rsidP="0028498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№ протокола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0089" w:rsidRPr="00953F96" w:rsidTr="004313B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5D606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М-а Айзиля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3C3C3C"/>
              <w:right w:val="single" w:sz="4" w:space="0" w:color="auto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3-4 года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3C3C3C"/>
              <w:right w:val="single" w:sz="4" w:space="0" w:color="3C3C3C"/>
            </w:tcBorders>
            <w:vAlign w:val="bottom"/>
          </w:tcPr>
          <w:p w:rsidR="00B20089" w:rsidRPr="005D6066" w:rsidRDefault="00B20089" w:rsidP="0028498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0089" w:rsidRPr="00953F96" w:rsidTr="004313B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5D606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Р-а Альмира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3C3C3C"/>
              <w:right w:val="single" w:sz="4" w:space="0" w:color="auto"/>
            </w:tcBorders>
            <w:noWrap/>
          </w:tcPr>
          <w:p w:rsidR="00B20089" w:rsidRPr="00C306C6" w:rsidRDefault="00B20089" w:rsidP="004D53BE">
            <w:pPr>
              <w:rPr>
                <w:color w:val="000000"/>
              </w:rPr>
            </w:pPr>
            <w:r w:rsidRPr="00C306C6">
              <w:rPr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color w:val="000000"/>
                <w:sz w:val="24"/>
                <w:szCs w:val="24"/>
                <w:lang w:eastAsia="ru-RU"/>
              </w:rPr>
              <w:t>-4 года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3C3C3C"/>
              <w:right w:val="single" w:sz="4" w:space="0" w:color="3C3C3C"/>
            </w:tcBorders>
            <w:vAlign w:val="bottom"/>
          </w:tcPr>
          <w:p w:rsidR="00B20089" w:rsidRPr="005D6066" w:rsidRDefault="00B20089" w:rsidP="0028498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0089" w:rsidRPr="00953F96" w:rsidTr="004313B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5D6066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Н-ва Энже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3C3C3C"/>
              <w:right w:val="single" w:sz="4" w:space="0" w:color="auto"/>
            </w:tcBorders>
            <w:noWrap/>
          </w:tcPr>
          <w:p w:rsidR="00B20089" w:rsidRPr="00C306C6" w:rsidRDefault="00B20089" w:rsidP="004D53BE">
            <w:pPr>
              <w:rPr>
                <w:color w:val="000000"/>
              </w:rPr>
            </w:pPr>
            <w:r w:rsidRPr="00C306C6">
              <w:rPr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color w:val="000000"/>
                <w:sz w:val="24"/>
                <w:szCs w:val="24"/>
                <w:lang w:eastAsia="ru-RU"/>
              </w:rPr>
              <w:t>-4 года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3C3C3C"/>
              <w:right w:val="single" w:sz="4" w:space="0" w:color="3C3C3C"/>
            </w:tcBorders>
            <w:vAlign w:val="bottom"/>
          </w:tcPr>
          <w:p w:rsidR="00B20089" w:rsidRPr="005D6066" w:rsidRDefault="00B20089" w:rsidP="0028498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0089" w:rsidRPr="00953F96" w:rsidTr="004313B3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9" w:rsidRPr="005D6066" w:rsidRDefault="00B20089" w:rsidP="0095212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20089" w:rsidRDefault="00B20089"/>
    <w:p w:rsidR="00B20089" w:rsidRDefault="00B20089"/>
    <w:p w:rsidR="00B20089" w:rsidRDefault="00B20089">
      <w:r>
        <w:t xml:space="preserve">                                                                                      Заведующий :   Ф. Н.Губайдуллина</w:t>
      </w:r>
    </w:p>
    <w:sectPr w:rsidR="00B20089" w:rsidSect="00571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128"/>
    <w:rsid w:val="00284988"/>
    <w:rsid w:val="00300FD0"/>
    <w:rsid w:val="00321808"/>
    <w:rsid w:val="004313B3"/>
    <w:rsid w:val="004D53BE"/>
    <w:rsid w:val="005711B5"/>
    <w:rsid w:val="005D6066"/>
    <w:rsid w:val="006A4056"/>
    <w:rsid w:val="006C0079"/>
    <w:rsid w:val="0080418A"/>
    <w:rsid w:val="00952128"/>
    <w:rsid w:val="00953F96"/>
    <w:rsid w:val="00AC107C"/>
    <w:rsid w:val="00B20089"/>
    <w:rsid w:val="00B64D4E"/>
    <w:rsid w:val="00C30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1B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78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74</Words>
  <Characters>424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</dc:creator>
  <cp:keywords/>
  <dc:description/>
  <cp:lastModifiedBy>User</cp:lastModifiedBy>
  <cp:revision>7</cp:revision>
  <dcterms:created xsi:type="dcterms:W3CDTF">2018-07-12T07:09:00Z</dcterms:created>
  <dcterms:modified xsi:type="dcterms:W3CDTF">2018-07-13T05:09:00Z</dcterms:modified>
</cp:coreProperties>
</file>